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2023年应届</w:t>
      </w:r>
      <w:r>
        <w:rPr>
          <w:rFonts w:hint="eastAsia" w:ascii="方正小标宋简体" w:hAnsi="宋体" w:eastAsia="方正小标宋简体"/>
          <w:sz w:val="44"/>
          <w:szCs w:val="44"/>
        </w:rPr>
        <w:t>毕业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生在校承诺书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（姓名）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（性别），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身份证号</w:t>
      </w:r>
    </w:p>
    <w:p>
      <w:pPr>
        <w:rPr>
          <w:rFonts w:hint="eastAsia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，系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（学校全称）全日制普通高等院校</w:t>
      </w:r>
      <w:r>
        <w:rPr>
          <w:rFonts w:hint="eastAsia" w:ascii="仿宋_GB2312" w:eastAsia="仿宋_GB2312"/>
          <w:sz w:val="32"/>
          <w:szCs w:val="32"/>
        </w:rPr>
        <w:t>研究生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2023年应届毕业生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月入学，学制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年。现为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eastAsia="zh-CN"/>
        </w:rPr>
        <w:t>（学院）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级在校生，具有正式学籍。若顺利毕业，则将取得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lang w:eastAsia="zh-CN"/>
        </w:rPr>
        <w:t>专业毕业证书（此专业名称与毕业证书上所体现专业名称完全一致）。如不能按期毕业，被取消考试资格，本人自愿承担相关责任。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特此承诺！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承诺人签字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g4M2FlNDY3YjYyZTk5Mzk1ODQyMjYxZGY0ZWI4Y2IifQ=="/>
  </w:docVars>
  <w:rsids>
    <w:rsidRoot w:val="00E71836"/>
    <w:rsid w:val="000B22AA"/>
    <w:rsid w:val="007A08E9"/>
    <w:rsid w:val="007F27CB"/>
    <w:rsid w:val="008240FD"/>
    <w:rsid w:val="009C4C3F"/>
    <w:rsid w:val="00B56798"/>
    <w:rsid w:val="00BB2878"/>
    <w:rsid w:val="00C9082E"/>
    <w:rsid w:val="00E71836"/>
    <w:rsid w:val="03C147AC"/>
    <w:rsid w:val="03F1791F"/>
    <w:rsid w:val="0F076981"/>
    <w:rsid w:val="105B46DF"/>
    <w:rsid w:val="1089507F"/>
    <w:rsid w:val="12796516"/>
    <w:rsid w:val="129E5B95"/>
    <w:rsid w:val="18C2328F"/>
    <w:rsid w:val="1B5D6770"/>
    <w:rsid w:val="226528CE"/>
    <w:rsid w:val="22AD56AE"/>
    <w:rsid w:val="23EB2F62"/>
    <w:rsid w:val="251A57B0"/>
    <w:rsid w:val="2967212C"/>
    <w:rsid w:val="30AF7E29"/>
    <w:rsid w:val="3885592D"/>
    <w:rsid w:val="38FE3AEE"/>
    <w:rsid w:val="3B3E1BA1"/>
    <w:rsid w:val="4E09759A"/>
    <w:rsid w:val="4E925C67"/>
    <w:rsid w:val="4EAC06BA"/>
    <w:rsid w:val="4FA23CB6"/>
    <w:rsid w:val="52273944"/>
    <w:rsid w:val="58D243DC"/>
    <w:rsid w:val="5F8D65FE"/>
    <w:rsid w:val="63EA1BF3"/>
    <w:rsid w:val="6E9F0785"/>
    <w:rsid w:val="6FEB7437"/>
    <w:rsid w:val="700C66E5"/>
    <w:rsid w:val="744C21ED"/>
    <w:rsid w:val="7BA02F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0" w:name="Balloon Text"/>
    <w:lsdException w:unhideWhenUsed="0" w:uiPriority="5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170</Words>
  <Characters>176</Characters>
  <Lines>0</Lines>
  <Paragraphs>0</Paragraphs>
  <TotalTime>2</TotalTime>
  <ScaleCrop>false</ScaleCrop>
  <LinksUpToDate>false</LinksUpToDate>
  <CharactersWithSpaces>321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2020-07-04T02:11:00Z</dcterms:created>
  <dc:creator>asus-</dc:creator>
  <cp:lastModifiedBy>张国明</cp:lastModifiedBy>
  <dcterms:modified xsi:type="dcterms:W3CDTF">2023-04-21T08:52:37Z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554027905DBB4DF49A4FF876137A67AA</vt:lpwstr>
  </property>
</Properties>
</file>